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02636" w14:textId="1E77C4FF" w:rsidR="00533F8C" w:rsidRPr="00C970D5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C970D5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176366">
        <w:rPr>
          <w:rFonts w:ascii="Verdana" w:eastAsia="Verdana" w:hAnsi="Verdana" w:cs="Calibri"/>
          <w:b/>
          <w:bCs/>
          <w:sz w:val="18"/>
          <w:szCs w:val="18"/>
        </w:rPr>
        <w:t xml:space="preserve">5 Smlouvy o </w:t>
      </w:r>
      <w:r w:rsidR="008B409E" w:rsidRPr="008B409E">
        <w:rPr>
          <w:rFonts w:ascii="Verdana" w:eastAsia="Verdana" w:hAnsi="Verdana" w:cs="Calibri"/>
          <w:b/>
          <w:bCs/>
          <w:sz w:val="18"/>
          <w:szCs w:val="18"/>
        </w:rPr>
        <w:t>poskytování služeb na kontrolu kvality hromadného sběru dat, konsolidace a harmonizace dat a poradenské práce</w:t>
      </w:r>
    </w:p>
    <w:p w14:paraId="28A6CCA5" w14:textId="1C42A288" w:rsidR="00533F8C" w:rsidRPr="00533F8C" w:rsidRDefault="00533F8C" w:rsidP="00533F8C">
      <w:pPr>
        <w:spacing w:before="360" w:after="360" w:line="264" w:lineRule="auto"/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</w:pPr>
      <w:r w:rsidRPr="00533F8C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 xml:space="preserve">SEZNAM ČLENŮ REALIZAČNÍHO TÝMU </w:t>
      </w:r>
      <w:r w:rsidR="00176366">
        <w:rPr>
          <w:rFonts w:ascii="Verdana" w:eastAsia="Verdana" w:hAnsi="Verdana" w:cs="Calibri"/>
          <w:b/>
          <w:bCs/>
          <w:color w:val="FF5200" w:themeColor="accent2"/>
          <w:sz w:val="36"/>
          <w:szCs w:val="36"/>
        </w:rPr>
        <w:t>POSKYTOVATELE</w:t>
      </w:r>
    </w:p>
    <w:p w14:paraId="5B7B3E4C" w14:textId="76B99F98" w:rsidR="00C911EA" w:rsidRPr="004F516F" w:rsidRDefault="00176366" w:rsidP="00C911EA">
      <w:pPr>
        <w:spacing w:before="120" w:after="120" w:line="264" w:lineRule="auto"/>
        <w:rPr>
          <w:rFonts w:ascii="Verdana" w:eastAsia="Verdana" w:hAnsi="Verdana" w:cs="Calibri"/>
          <w:b/>
          <w:sz w:val="18"/>
          <w:szCs w:val="18"/>
        </w:rPr>
      </w:pPr>
      <w:r w:rsidRPr="004F516F">
        <w:rPr>
          <w:rFonts w:ascii="Verdana" w:eastAsia="Verdana" w:hAnsi="Verdana" w:cs="Calibri"/>
          <w:b/>
          <w:sz w:val="18"/>
          <w:szCs w:val="18"/>
        </w:rPr>
        <w:t xml:space="preserve"> </w:t>
      </w:r>
      <w:r w:rsidR="00C911EA" w:rsidRPr="004F516F">
        <w:rPr>
          <w:rFonts w:ascii="Verdana" w:eastAsia="Verdana" w:hAnsi="Verdana" w:cs="Calibri"/>
          <w:b/>
          <w:sz w:val="18"/>
          <w:szCs w:val="18"/>
        </w:rPr>
        <w:t>„</w:t>
      </w:r>
      <w:r w:rsidRPr="004F516F">
        <w:rPr>
          <w:b/>
        </w:rPr>
        <w:t>Vznik a rozvoj digitálních technických map železnice (DTMŽ) – kontrola kvality hromadného sběru dat, konsolidace a harmonizace dat, poraden</w:t>
      </w:r>
      <w:bookmarkStart w:id="0" w:name="_GoBack"/>
      <w:bookmarkEnd w:id="0"/>
      <w:r w:rsidRPr="004F516F">
        <w:rPr>
          <w:b/>
        </w:rPr>
        <w:t>ské práce</w:t>
      </w:r>
      <w:r w:rsidR="00C911EA" w:rsidRPr="004F516F">
        <w:rPr>
          <w:rFonts w:ascii="Verdana" w:eastAsia="Calibri" w:hAnsi="Verdana" w:cs="Times New Roman"/>
          <w:b/>
          <w:sz w:val="18"/>
          <w:szCs w:val="18"/>
        </w:rPr>
        <w:t>“</w:t>
      </w:r>
    </w:p>
    <w:p w14:paraId="71021048" w14:textId="77777777" w:rsidR="00176366" w:rsidRPr="00176366" w:rsidRDefault="00176366" w:rsidP="00176366">
      <w:pPr>
        <w:spacing w:after="0" w:line="240" w:lineRule="auto"/>
        <w:rPr>
          <w:rFonts w:eastAsia="Times New Roman" w:cs="Times New Roman"/>
          <w:sz w:val="18"/>
          <w:szCs w:val="18"/>
          <w:lang w:eastAsia="x-none"/>
        </w:rPr>
      </w:pPr>
    </w:p>
    <w:p w14:paraId="773788D3" w14:textId="26E6DF56" w:rsidR="00176366" w:rsidRPr="00176366" w:rsidRDefault="00176366" w:rsidP="00176366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Poskytovatel</w:t>
      </w:r>
      <w:r w:rsidRPr="00176366">
        <w:rPr>
          <w:rFonts w:eastAsia="Times New Roman" w:cs="Times New Roman"/>
          <w:sz w:val="18"/>
          <w:szCs w:val="18"/>
          <w:lang w:eastAsia="cs-CZ"/>
        </w:rPr>
        <w:t xml:space="preserve"> bude plnit veřejnou zakázku v požadovaném rozsahu následujícím realizačním týmem, ledaže dojde k jeho změně v souladu se zadávacími podmínkami či uzavřenou smlouvou.</w:t>
      </w:r>
    </w:p>
    <w:p w14:paraId="74E88492" w14:textId="77777777" w:rsidR="00533F8C" w:rsidRPr="001718CF" w:rsidRDefault="00533F8C" w:rsidP="00533F8C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71BAC5B9" w14:textId="77777777" w:rsidR="00533F8C" w:rsidRPr="001718CF" w:rsidRDefault="00533F8C" w:rsidP="00533F8C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3"/>
        <w:gridCol w:w="4756"/>
      </w:tblGrid>
      <w:tr w:rsidR="004F516F" w:rsidRPr="001718CF" w14:paraId="0F4E98F6" w14:textId="77777777" w:rsidTr="004F5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0495D" w14:textId="1A25701A" w:rsidR="004F516F" w:rsidRPr="00C81463" w:rsidRDefault="004F516F" w:rsidP="00C911EA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Pozice v realizačním týmu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31B4" w14:textId="77777777" w:rsidR="004F516F" w:rsidRPr="00C81463" w:rsidRDefault="004F516F" w:rsidP="00C911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81463">
              <w:rPr>
                <w:rFonts w:asciiTheme="majorHAnsi" w:eastAsia="Verdana" w:hAnsiTheme="majorHAnsi" w:cs="Calibri"/>
                <w:b/>
                <w:sz w:val="18"/>
                <w:szCs w:val="18"/>
              </w:rPr>
              <w:t>Jméno a příjmení</w:t>
            </w:r>
          </w:p>
        </w:tc>
      </w:tr>
      <w:tr w:rsidR="004F516F" w:rsidRPr="001718CF" w14:paraId="31AB6E4F" w14:textId="77777777" w:rsidTr="004F516F">
        <w:trPr>
          <w:cantSplit/>
          <w:trHeight w:val="8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113C08BC" w14:textId="77777777" w:rsidR="004F516F" w:rsidRPr="00C911EA" w:rsidRDefault="004F516F" w:rsidP="00C911EA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Vedoucí kontrolních prací – hlavní geodet</w:t>
            </w:r>
          </w:p>
          <w:p w14:paraId="554ED32F" w14:textId="1EB7EE41" w:rsidR="004F516F" w:rsidRPr="00C81463" w:rsidRDefault="004F516F" w:rsidP="00C911EA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</w:p>
        </w:tc>
        <w:tc>
          <w:tcPr>
            <w:tcW w:w="4756" w:type="dxa"/>
            <w:vAlign w:val="center"/>
          </w:tcPr>
          <w:p w14:paraId="4C08864B" w14:textId="77777777" w:rsidR="004F516F" w:rsidRPr="008B409E" w:rsidRDefault="004F516F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1CDEBEEF" w14:textId="77777777" w:rsidTr="004F516F">
        <w:trPr>
          <w:cantSplit/>
          <w:trHeight w:val="7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18B390D0" w14:textId="0D2B6B2D" w:rsidR="004F516F" w:rsidRPr="00C81463" w:rsidRDefault="004F516F" w:rsidP="00C911EA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Expert fotogrammetrie</w:t>
            </w:r>
          </w:p>
        </w:tc>
        <w:tc>
          <w:tcPr>
            <w:tcW w:w="4756" w:type="dxa"/>
          </w:tcPr>
          <w:p w14:paraId="3BC7334F" w14:textId="77777777" w:rsidR="004F516F" w:rsidRPr="008B409E" w:rsidRDefault="004F516F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45965724" w14:textId="77777777" w:rsidTr="004F516F">
        <w:trPr>
          <w:cantSplit/>
          <w:trHeight w:val="9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284F8907" w14:textId="287541AE" w:rsidR="004F516F" w:rsidRPr="00C81463" w:rsidRDefault="004F516F" w:rsidP="00AA0BA9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Expert pozemní laserové skenování a mobilní mapování</w:t>
            </w:r>
          </w:p>
        </w:tc>
        <w:tc>
          <w:tcPr>
            <w:tcW w:w="4756" w:type="dxa"/>
            <w:vAlign w:val="center"/>
          </w:tcPr>
          <w:p w14:paraId="0E489FD9" w14:textId="77777777" w:rsidR="004F516F" w:rsidRPr="008B409E" w:rsidRDefault="004F516F" w:rsidP="00AA0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032F7687" w14:textId="77777777" w:rsidTr="004F516F">
        <w:trPr>
          <w:cantSplit/>
          <w:trHeight w:val="6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0656648B" w14:textId="279B75CB" w:rsidR="004F516F" w:rsidRPr="00C911EA" w:rsidRDefault="004F516F" w:rsidP="002F3A19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lastRenderedPageBreak/>
              <w:t>Konzultant DTM</w:t>
            </w:r>
          </w:p>
        </w:tc>
        <w:tc>
          <w:tcPr>
            <w:tcW w:w="4756" w:type="dxa"/>
          </w:tcPr>
          <w:p w14:paraId="3B5BDBF9" w14:textId="1202ACBD" w:rsidR="004F516F" w:rsidRPr="008B409E" w:rsidRDefault="004F516F" w:rsidP="002F3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0C5177F0" w14:textId="77777777" w:rsidTr="004F516F">
        <w:trPr>
          <w:cantSplit/>
          <w:trHeight w:val="6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361B63A2" w14:textId="062293C2" w:rsidR="004F516F" w:rsidRPr="00C911EA" w:rsidRDefault="004F516F" w:rsidP="002F3A19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Konzultant a analytik IT</w:t>
            </w:r>
          </w:p>
        </w:tc>
        <w:tc>
          <w:tcPr>
            <w:tcW w:w="4756" w:type="dxa"/>
          </w:tcPr>
          <w:p w14:paraId="53CA0136" w14:textId="778B3574" w:rsidR="004F516F" w:rsidRPr="008B409E" w:rsidRDefault="004F516F" w:rsidP="002F3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72EC399A" w14:textId="77777777" w:rsidTr="004F516F">
        <w:trPr>
          <w:cantSplit/>
          <w:trHeight w:val="6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6B8899EC" w14:textId="5FC6AF64" w:rsidR="004F516F" w:rsidRPr="00C911EA" w:rsidRDefault="004F516F" w:rsidP="00D90C7B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>Ověřovatel zeměměřických činností</w:t>
            </w:r>
          </w:p>
        </w:tc>
        <w:tc>
          <w:tcPr>
            <w:tcW w:w="4756" w:type="dxa"/>
          </w:tcPr>
          <w:p w14:paraId="7285E572" w14:textId="61ED7E97" w:rsidR="004F516F" w:rsidRPr="008B409E" w:rsidRDefault="004F516F" w:rsidP="00D90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00110594" w14:textId="77777777" w:rsidTr="004F516F">
        <w:trPr>
          <w:cantSplit/>
          <w:trHeight w:val="6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3399CD08" w14:textId="00779F0E" w:rsidR="004F516F" w:rsidRPr="00C81463" w:rsidRDefault="004F516F" w:rsidP="00D90C7B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Kontrolor datových prací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(1. osoba)</w:t>
            </w:r>
          </w:p>
        </w:tc>
        <w:tc>
          <w:tcPr>
            <w:tcW w:w="4756" w:type="dxa"/>
            <w:vAlign w:val="center"/>
          </w:tcPr>
          <w:p w14:paraId="2E5B744A" w14:textId="77777777" w:rsidR="004F516F" w:rsidRPr="008B409E" w:rsidRDefault="004F516F" w:rsidP="00D90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4F516F" w:rsidRPr="001718CF" w14:paraId="4A638278" w14:textId="77777777" w:rsidTr="004F516F">
        <w:trPr>
          <w:cantSplit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247B1A6A" w14:textId="4C05AFE7" w:rsidR="004F516F" w:rsidRPr="00C911EA" w:rsidRDefault="004F516F" w:rsidP="00D90C7B">
            <w:pPr>
              <w:rPr>
                <w:rFonts w:asciiTheme="majorHAnsi" w:eastAsia="Verdana" w:hAnsiTheme="majorHAnsi" w:cs="Calibri"/>
                <w:b/>
                <w:sz w:val="18"/>
                <w:szCs w:val="18"/>
              </w:rPr>
            </w:pPr>
            <w:r w:rsidRPr="00C911EA">
              <w:rPr>
                <w:rFonts w:asciiTheme="majorHAnsi" w:eastAsia="Verdana" w:hAnsiTheme="majorHAnsi" w:cs="Calibri"/>
                <w:b/>
                <w:sz w:val="18"/>
                <w:szCs w:val="18"/>
              </w:rPr>
              <w:t>Kontrolor datových prací</w:t>
            </w:r>
            <w:r>
              <w:rPr>
                <w:rFonts w:asciiTheme="majorHAnsi" w:eastAsia="Verdana" w:hAnsiTheme="majorHAnsi" w:cs="Calibri"/>
                <w:b/>
                <w:sz w:val="18"/>
                <w:szCs w:val="18"/>
              </w:rPr>
              <w:t xml:space="preserve"> (2. osoba)</w:t>
            </w:r>
          </w:p>
        </w:tc>
        <w:tc>
          <w:tcPr>
            <w:tcW w:w="4756" w:type="dxa"/>
            <w:vAlign w:val="center"/>
          </w:tcPr>
          <w:p w14:paraId="21B124AF" w14:textId="227A7F6A" w:rsidR="004F516F" w:rsidRPr="008B409E" w:rsidRDefault="004F516F" w:rsidP="00D90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8B409E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2AA349C6" w14:textId="40D2D185" w:rsidR="004F516F" w:rsidRDefault="004F516F" w:rsidP="00530090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3A9A3B46" w14:textId="77777777" w:rsidR="004F516F" w:rsidRPr="004F516F" w:rsidRDefault="004F516F" w:rsidP="004F516F">
      <w:pPr>
        <w:rPr>
          <w:rFonts w:ascii="Verdana" w:eastAsia="Verdana" w:hAnsi="Verdana" w:cs="Calibri"/>
          <w:sz w:val="18"/>
          <w:szCs w:val="18"/>
        </w:rPr>
      </w:pPr>
    </w:p>
    <w:p w14:paraId="79C9C90B" w14:textId="77777777" w:rsidR="004F516F" w:rsidRPr="00EE0180" w:rsidRDefault="004F516F" w:rsidP="004F516F">
      <w:pPr>
        <w:tabs>
          <w:tab w:val="num" w:pos="360"/>
        </w:tabs>
        <w:rPr>
          <w:rFonts w:eastAsia="Times New Roman" w:cs="Times New Roman"/>
          <w:lang w:eastAsia="cs-CZ"/>
        </w:rPr>
      </w:pPr>
      <w:r w:rsidRPr="00EE0180">
        <w:rPr>
          <w:rFonts w:eastAsia="Times New Roman" w:cs="Times New Roman"/>
          <w:lang w:eastAsia="cs-CZ"/>
        </w:rPr>
        <w:t xml:space="preserve">Pozn. V případě, že dodavatel uvede více členů realizačního týmu, upraví dodavatel tabulku dle potřeby. </w:t>
      </w:r>
    </w:p>
    <w:p w14:paraId="72BCACFC" w14:textId="5E68C49D" w:rsidR="004F516F" w:rsidRDefault="004F516F" w:rsidP="004F516F">
      <w:pPr>
        <w:rPr>
          <w:rFonts w:ascii="Verdana" w:eastAsia="Verdana" w:hAnsi="Verdana" w:cs="Calibri"/>
          <w:sz w:val="18"/>
          <w:szCs w:val="18"/>
        </w:rPr>
      </w:pPr>
    </w:p>
    <w:p w14:paraId="744BA5A8" w14:textId="78FC73D3" w:rsidR="00533F8C" w:rsidRPr="004F516F" w:rsidRDefault="004F516F" w:rsidP="004F516F">
      <w:pPr>
        <w:tabs>
          <w:tab w:val="left" w:pos="894"/>
        </w:tabs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ab/>
      </w:r>
    </w:p>
    <w:sectPr w:rsidR="00533F8C" w:rsidRPr="004F516F" w:rsidSect="00533F8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D5C75" w14:textId="77777777" w:rsidR="008C56C1" w:rsidRDefault="008C56C1" w:rsidP="00962258">
      <w:pPr>
        <w:spacing w:after="0" w:line="240" w:lineRule="auto"/>
      </w:pPr>
      <w:r>
        <w:separator/>
      </w:r>
    </w:p>
  </w:endnote>
  <w:endnote w:type="continuationSeparator" w:id="0">
    <w:p w14:paraId="139016ED" w14:textId="77777777" w:rsidR="008C56C1" w:rsidRDefault="008C56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4F9FA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098B8" w14:textId="7DA4EC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1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1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FA07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2CA6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FBE366" w14:textId="77777777" w:rsidR="00F1715C" w:rsidRDefault="00F1715C" w:rsidP="00D831A3">
          <w:pPr>
            <w:pStyle w:val="Zpat"/>
          </w:pPr>
        </w:p>
      </w:tc>
    </w:tr>
  </w:tbl>
  <w:p w14:paraId="52AD0D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E3951F" wp14:editId="47DC8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67B9F5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E61A6C" wp14:editId="009087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4C412E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3449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C89431" w14:textId="7EEC60B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1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1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EA16A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750D3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88E86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4951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8BDD75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5FA0F93" w14:textId="77777777" w:rsidR="00F1715C" w:rsidRDefault="00F1715C" w:rsidP="00460660">
          <w:pPr>
            <w:pStyle w:val="Zpat"/>
          </w:pPr>
        </w:p>
      </w:tc>
    </w:tr>
  </w:tbl>
  <w:p w14:paraId="61EFD2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CDF715" wp14:editId="188CAC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2F1171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D4F68B" wp14:editId="700318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3063EF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7C7D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FE9A7" w14:textId="77777777" w:rsidR="008C56C1" w:rsidRDefault="008C56C1" w:rsidP="00962258">
      <w:pPr>
        <w:spacing w:after="0" w:line="240" w:lineRule="auto"/>
      </w:pPr>
      <w:r>
        <w:separator/>
      </w:r>
    </w:p>
  </w:footnote>
  <w:footnote w:type="continuationSeparator" w:id="0">
    <w:p w14:paraId="56A2EDDD" w14:textId="77777777" w:rsidR="008C56C1" w:rsidRDefault="008C56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337D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7A340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2A9A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615EA" w14:textId="77777777" w:rsidR="00F1715C" w:rsidRPr="00D6163D" w:rsidRDefault="00F1715C" w:rsidP="00D6163D">
          <w:pPr>
            <w:pStyle w:val="Druhdokumentu"/>
          </w:pPr>
        </w:p>
      </w:tc>
    </w:tr>
  </w:tbl>
  <w:p w14:paraId="436C6D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D9EB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A944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BCDD1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79B9CE" w14:textId="77777777" w:rsidR="00F1715C" w:rsidRPr="00D6163D" w:rsidRDefault="00F1715C" w:rsidP="00FC6389">
          <w:pPr>
            <w:pStyle w:val="Druhdokumentu"/>
          </w:pPr>
        </w:p>
      </w:tc>
    </w:tr>
    <w:tr w:rsidR="009F392E" w14:paraId="71F5396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2F5B2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C84DE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62020B" w14:textId="77777777" w:rsidR="009F392E" w:rsidRPr="00D6163D" w:rsidRDefault="009F392E" w:rsidP="00FC6389">
          <w:pPr>
            <w:pStyle w:val="Druhdokumentu"/>
          </w:pPr>
        </w:p>
      </w:tc>
    </w:tr>
  </w:tbl>
  <w:p w14:paraId="67A759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9D24C1" wp14:editId="7E97CE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15788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F32E39"/>
    <w:multiLevelType w:val="hybridMultilevel"/>
    <w:tmpl w:val="5F5A871E"/>
    <w:lvl w:ilvl="0" w:tplc="09484F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4204385"/>
    <w:multiLevelType w:val="hybridMultilevel"/>
    <w:tmpl w:val="5F5A871E"/>
    <w:lvl w:ilvl="0" w:tplc="09484F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951D1"/>
    <w:multiLevelType w:val="hybridMultilevel"/>
    <w:tmpl w:val="31C0FE2C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2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F8C"/>
    <w:rsid w:val="00072C1E"/>
    <w:rsid w:val="000E23A7"/>
    <w:rsid w:val="0010693F"/>
    <w:rsid w:val="00114472"/>
    <w:rsid w:val="00140F07"/>
    <w:rsid w:val="001550BC"/>
    <w:rsid w:val="001605B9"/>
    <w:rsid w:val="00165BA3"/>
    <w:rsid w:val="00170EC5"/>
    <w:rsid w:val="001747C1"/>
    <w:rsid w:val="00176366"/>
    <w:rsid w:val="00184743"/>
    <w:rsid w:val="00207DF5"/>
    <w:rsid w:val="00280E07"/>
    <w:rsid w:val="002C31BF"/>
    <w:rsid w:val="002D08B1"/>
    <w:rsid w:val="002E0CD7"/>
    <w:rsid w:val="002F3A1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93A"/>
    <w:rsid w:val="004B348C"/>
    <w:rsid w:val="004C4399"/>
    <w:rsid w:val="004C5D55"/>
    <w:rsid w:val="004C787C"/>
    <w:rsid w:val="004E143C"/>
    <w:rsid w:val="004E3A53"/>
    <w:rsid w:val="004E6702"/>
    <w:rsid w:val="004F20BC"/>
    <w:rsid w:val="004F4B9B"/>
    <w:rsid w:val="004F516F"/>
    <w:rsid w:val="004F69EA"/>
    <w:rsid w:val="00511AB9"/>
    <w:rsid w:val="00523EA7"/>
    <w:rsid w:val="005244DF"/>
    <w:rsid w:val="00530090"/>
    <w:rsid w:val="00533F8C"/>
    <w:rsid w:val="00553375"/>
    <w:rsid w:val="00557C28"/>
    <w:rsid w:val="005736B7"/>
    <w:rsid w:val="00575E5A"/>
    <w:rsid w:val="005C1C63"/>
    <w:rsid w:val="005F1404"/>
    <w:rsid w:val="0061068E"/>
    <w:rsid w:val="006204F3"/>
    <w:rsid w:val="00660AD3"/>
    <w:rsid w:val="0066179C"/>
    <w:rsid w:val="00677B7F"/>
    <w:rsid w:val="006A5570"/>
    <w:rsid w:val="006A689C"/>
    <w:rsid w:val="006B3D79"/>
    <w:rsid w:val="006D1957"/>
    <w:rsid w:val="006D7AFE"/>
    <w:rsid w:val="006E0578"/>
    <w:rsid w:val="006E314D"/>
    <w:rsid w:val="00710723"/>
    <w:rsid w:val="00723ED1"/>
    <w:rsid w:val="00743525"/>
    <w:rsid w:val="007577A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573F"/>
    <w:rsid w:val="008624BC"/>
    <w:rsid w:val="008659F3"/>
    <w:rsid w:val="00886D4B"/>
    <w:rsid w:val="00895406"/>
    <w:rsid w:val="008A3568"/>
    <w:rsid w:val="008B409E"/>
    <w:rsid w:val="008C56C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67A6"/>
    <w:rsid w:val="009F392E"/>
    <w:rsid w:val="00A25D0A"/>
    <w:rsid w:val="00A6177B"/>
    <w:rsid w:val="00A66136"/>
    <w:rsid w:val="00AA0BA9"/>
    <w:rsid w:val="00AA1FC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1463"/>
    <w:rsid w:val="00C911EA"/>
    <w:rsid w:val="00C970D5"/>
    <w:rsid w:val="00CD1FC4"/>
    <w:rsid w:val="00CF063D"/>
    <w:rsid w:val="00D21061"/>
    <w:rsid w:val="00D4108E"/>
    <w:rsid w:val="00D6163D"/>
    <w:rsid w:val="00D73D46"/>
    <w:rsid w:val="00D831A3"/>
    <w:rsid w:val="00D90C7B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7643F"/>
  <w14:defaultImageDpi w14:val="32767"/>
  <w15:docId w15:val="{ED1347BA-B15A-409E-9D50-C514750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3F8C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C911EA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7D939C-80C1-4741-B846-25DFAF34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42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15</cp:revision>
  <cp:lastPrinted>2017-11-28T17:18:00Z</cp:lastPrinted>
  <dcterms:created xsi:type="dcterms:W3CDTF">2021-10-18T11:24:00Z</dcterms:created>
  <dcterms:modified xsi:type="dcterms:W3CDTF">2022-06-19T08:34:00Z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